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DE0F6C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8727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27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2A0D" w:rsidRDefault="00BA0D51" w:rsidP="00702A0D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</w:t>
                          </w:r>
                          <w:r w:rsidR="00702A0D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lti-accueil Le Nid du Phénix</w:t>
                          </w:r>
                        </w:p>
                        <w:p w:rsidR="00256C33" w:rsidRPr="00702A0D" w:rsidRDefault="00702A0D" w:rsidP="00702A0D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131 mail Haroun Tazieff</w:t>
                          </w:r>
                        </w:p>
                        <w:p w:rsidR="00256C33" w:rsidRDefault="00702A0D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44300 NANTES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702A0D" w:rsidRPr="00006C94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ma-nidduphenix</w:t>
                            </w:r>
                            <w:r w:rsidR="00702A0D" w:rsidRPr="00006C94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702A0D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40 50 35 13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702A0D">
                            <w:rPr>
                              <w:color w:val="878786"/>
                              <w:sz w:val="12"/>
                              <w:szCs w:val="12"/>
                            </w:rPr>
                            <w:t>844 790 150 01302</w:t>
                          </w:r>
                        </w:p>
                        <w:p w:rsidR="00256C33" w:rsidRPr="00BD52B4" w:rsidRDefault="00DE0F6C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Le Nid du Phénix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26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" stroked="f">
              <v:textbox>
                <w:txbxContent>
                  <w:p w:rsidR="00702A0D" w:rsidRDefault="00BA0D51" w:rsidP="00702A0D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</w:t>
                    </w:r>
                    <w:r w:rsidR="00702A0D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lti-accueil Le Nid du Phénix</w:t>
                    </w:r>
                  </w:p>
                  <w:p w:rsidR="00256C33" w:rsidRPr="00702A0D" w:rsidRDefault="00702A0D" w:rsidP="00702A0D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131 mail Haroun Tazieff</w:t>
                    </w:r>
                  </w:p>
                  <w:p w:rsidR="00256C33" w:rsidRDefault="00702A0D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44300 NANTES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702A0D" w:rsidRPr="00006C94">
                        <w:rPr>
                          <w:rStyle w:val="Lienhypertexte"/>
                          <w:sz w:val="16"/>
                          <w:szCs w:val="16"/>
                        </w:rPr>
                        <w:t>ma-nidduphenix</w:t>
                      </w:r>
                      <w:r w:rsidR="00702A0D" w:rsidRPr="00006C94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702A0D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40 50 35 13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702A0D">
                      <w:rPr>
                        <w:color w:val="878786"/>
                        <w:sz w:val="12"/>
                        <w:szCs w:val="12"/>
                      </w:rPr>
                      <w:t>844 790 150 01302</w:t>
                    </w:r>
                  </w:p>
                  <w:p w:rsidR="00256C33" w:rsidRPr="00BD52B4" w:rsidRDefault="00DE0F6C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Le Nid du Phénix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5297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43A92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02A0D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095"/>
    <w:rsid w:val="00B41289"/>
    <w:rsid w:val="00B606B9"/>
    <w:rsid w:val="00B72C75"/>
    <w:rsid w:val="00B81977"/>
    <w:rsid w:val="00B90D84"/>
    <w:rsid w:val="00BA0D51"/>
    <w:rsid w:val="00BB1895"/>
    <w:rsid w:val="00BC409A"/>
    <w:rsid w:val="00BD35E1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130C"/>
    <w:rsid w:val="00DC4F96"/>
    <w:rsid w:val="00DE0704"/>
    <w:rsid w:val="00DE0F6C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3C49088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nidduphenix-pdl@vyv3.fr" TargetMode="External"/><Relationship Id="rId1" Type="http://schemas.openxmlformats.org/officeDocument/2006/relationships/hyperlink" Target="mailto:ma-nidduphenix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14d88cad-2694-4fc8-ba0f-2537f7b00320"/>
    <ds:schemaRef ds:uri="b7fc1b99-8ebe-4374-9cc1-f5204f903109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1EC807-FF2B-4A8E-BA5A-0DC0F9F5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2023-12-21T15:20:00Z</dcterms:created>
  <dcterms:modified xsi:type="dcterms:W3CDTF">2024-01-03T14:54:00Z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